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0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57"/>
        <w:gridCol w:w="180"/>
        <w:gridCol w:w="203"/>
        <w:gridCol w:w="67"/>
        <w:gridCol w:w="450"/>
      </w:tblGrid>
      <w:tr w:rsidR="00242BB2" w:rsidRPr="00EF3810" w:rsidTr="001B0F91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242BB2" w:rsidRPr="00EF3810" w:rsidRDefault="00242BB2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42BB2" w:rsidRPr="00EF3810" w:rsidTr="008E1557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 xml:space="preserve">Free will versus fate 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Start of 4th nine weeks</w:t>
            </w:r>
          </w:p>
        </w:tc>
      </w:tr>
      <w:tr w:rsidR="00242BB2" w:rsidRPr="00EF3810" w:rsidTr="006E1243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Default="00242BB2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Biology</w:t>
            </w: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242BB2" w:rsidRPr="009A17E5" w:rsidRDefault="00242BB2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  <w:r>
              <w:rPr>
                <w:b/>
              </w:rPr>
              <w:t xml:space="preserve"> Solomon, V, Stuges, Q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Mostly Tenth</w:t>
            </w:r>
          </w:p>
        </w:tc>
      </w:tr>
      <w:tr w:rsidR="00242BB2" w:rsidRPr="00EF3810" w:rsidTr="00FA3B4A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CD7B6F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English II, Foreign Language, Auto Tech, Life Skills</w:t>
            </w:r>
          </w:p>
        </w:tc>
      </w:tr>
      <w:tr w:rsidR="00242BB2" w:rsidRPr="00EF3810" w:rsidTr="00FC402A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242BB2" w:rsidRPr="00EF3810" w:rsidTr="00AA2585">
        <w:trPr>
          <w:trHeight w:val="1466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242BB2" w:rsidRPr="009A17E5" w:rsidRDefault="00242BB2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Default="00242BB2" w:rsidP="0002510E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Portfolio—Biology: two college-level lab reports; Auto: interplay of laws and oil and auto care; Foreign Language: Term paper; English: persuasive speech related to essential question</w:t>
            </w:r>
          </w:p>
          <w:p w:rsidR="00242BB2" w:rsidRPr="0002510E" w:rsidRDefault="00242BB2" w:rsidP="0002510E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Life skills: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/>
                    <w:sz w:val="22"/>
                  </w:rPr>
                  <w:t>Country</w:t>
                </w:r>
              </w:smartTag>
              <w:r>
                <w:rPr>
                  <w:rFonts w:ascii="Arial" w:hAnsi="Arial"/>
                  <w:sz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/>
                    <w:sz w:val="22"/>
                  </w:rPr>
                  <w:t>Music Hall</w:t>
                </w:r>
              </w:smartTag>
            </w:smartTag>
            <w:r>
              <w:rPr>
                <w:rFonts w:ascii="Arial" w:hAnsi="Arial"/>
                <w:sz w:val="22"/>
              </w:rPr>
              <w:t xml:space="preserve"> of Fame</w:t>
            </w:r>
          </w:p>
        </w:tc>
      </w:tr>
      <w:tr w:rsidR="00242BB2" w:rsidRPr="00EF3810" w:rsidTr="009D0EDA">
        <w:trPr>
          <w:trHeight w:val="69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E96B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Is change always a choice?</w:t>
            </w:r>
          </w:p>
        </w:tc>
      </w:tr>
      <w:tr w:rsidR="00242BB2" w:rsidRPr="00EF3810" w:rsidTr="00352B4F">
        <w:trPr>
          <w:trHeight w:hRule="exact" w:val="100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Biology: 3210 Inq.2, 3210 Inq.3, 3210 Inq.4, 3210 Inq.5, 3210 4.4-4.8; Auto Trans Core: 9.0-9.5; Foreign Language 1-5; English:</w:t>
            </w:r>
          </w:p>
        </w:tc>
      </w:tr>
      <w:tr w:rsidR="00242BB2" w:rsidRPr="00EF3810" w:rsidTr="004A1C1B">
        <w:trPr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B2" w:rsidRPr="007D20EE" w:rsidRDefault="00242BB2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B2" w:rsidRPr="007D20EE" w:rsidRDefault="00242BB2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B2" w:rsidRPr="007D20EE" w:rsidRDefault="00242BB2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B2" w:rsidRPr="007D20EE" w:rsidRDefault="00242BB2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B2" w:rsidRPr="007D20EE" w:rsidRDefault="00242BB2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2BB2" w:rsidRPr="007D20EE" w:rsidRDefault="00242BB2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242BB2" w:rsidRPr="008E4DE9" w:rsidTr="004A1C1B">
        <w:trPr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CD7B6F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Skills</w:t>
            </w:r>
            <w:r w:rsidRPr="007474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to be taught, </w:t>
            </w:r>
            <w:r w:rsidRPr="009A17E5">
              <w:rPr>
                <w:color w:val="000000"/>
              </w:rPr>
              <w:t>assessed</w:t>
            </w:r>
            <w:r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</w:p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42BB2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42BB2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X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42BB2" w:rsidRPr="00EF3810" w:rsidTr="00D9337C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242BB2" w:rsidRPr="008E4DE9" w:rsidTr="001B55A3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Auto: group presentations on findings concerning the force of change imposed through governmental relations!</w:t>
            </w:r>
          </w:p>
        </w:tc>
        <w:tc>
          <w:tcPr>
            <w:tcW w:w="333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r w:rsidRPr="008E4DE9">
              <w:rPr>
                <w:color w:val="000000"/>
                <w:sz w:val="18"/>
                <w:szCs w:val="22"/>
              </w:rPr>
              <w:t>  Class</w:t>
            </w:r>
          </w:p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242BB2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X</w:t>
            </w: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</w:p>
        </w:tc>
      </w:tr>
      <w:tr w:rsidR="00242BB2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</w:p>
        </w:tc>
      </w:tr>
      <w:tr w:rsidR="00242BB2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</w:p>
        </w:tc>
      </w:tr>
      <w:tr w:rsidR="00242BB2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Lab reports, foreign language portfolio, persuasive speech on essential questions (can pull in evidence from any of their classes)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242BB2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>
              <w:rPr>
                <w:color w:val="000000"/>
                <w:position w:val="4"/>
                <w:sz w:val="18"/>
                <w:szCs w:val="22"/>
              </w:rPr>
              <w:t>X</w:t>
            </w: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242BB2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</w:p>
        </w:tc>
      </w:tr>
      <w:tr w:rsidR="00242BB2" w:rsidRPr="00EF3810" w:rsidTr="00010E18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42BB2" w:rsidRPr="00EF3810" w:rsidTr="009513ED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242BB2" w:rsidRPr="00A5178E" w:rsidRDefault="00242BB2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  <w:sz w:val="22"/>
                <w:szCs w:val="22"/>
              </w:rPr>
              <w:t xml:space="preserve"> </w:t>
            </w:r>
          </w:p>
          <w:p w:rsidR="00242BB2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English II role play/scenarios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Prison panel: fate vs. free will</w:t>
            </w:r>
          </w:p>
        </w:tc>
      </w:tr>
      <w:tr w:rsidR="00242BB2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42BB2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42BB2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42BB2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42BB2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42BB2" w:rsidRPr="008E4DE9" w:rsidTr="00A47896">
        <w:trPr>
          <w:gridAfter w:val="2"/>
          <w:wAfter w:w="517" w:type="dxa"/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bottom w:w="43" w:type="dxa"/>
              <w:right w:w="43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"/>
                <w:szCs w:val="8"/>
              </w:rPr>
            </w:pP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 w:rsidRPr="00EF3810">
              <w:rPr>
                <w:color w:val="000000"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42BB2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42BB2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42BB2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242BB2" w:rsidRPr="00EF3810" w:rsidTr="008D12BE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42BB2" w:rsidRPr="001161EA" w:rsidTr="00B21102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1161EA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242BB2" w:rsidRPr="001161EA" w:rsidTr="003904F6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1161EA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242BB2" w:rsidRPr="001161EA" w:rsidTr="00E37ED0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1161EA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242BB2" w:rsidRPr="001161EA" w:rsidTr="00780B91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1161EA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242BB2" w:rsidRPr="008E4DE9" w:rsidTr="00836D60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242BB2" w:rsidRPr="008E4DE9" w:rsidTr="004A1C1B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D3DD4" w:rsidRDefault="00242BB2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242BB2" w:rsidRPr="00EF3810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Journal/Learning Log</w:t>
            </w:r>
          </w:p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X</w:t>
            </w: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42BB2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</w:p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242BB2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B2" w:rsidRPr="00EF3810" w:rsidRDefault="00242BB2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F96CA2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F96CA2" w:rsidRDefault="00242BB2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242BB2" w:rsidRPr="008E4DE9" w:rsidRDefault="00242BB2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242BB2" w:rsidRPr="00B30475" w:rsidRDefault="00242BB2">
      <w:pPr>
        <w:rPr>
          <w:sz w:val="2"/>
        </w:rPr>
      </w:pPr>
    </w:p>
    <w:sectPr w:rsidR="00242BB2" w:rsidRPr="00B30475" w:rsidSect="00E668AB">
      <w:footerReference w:type="default" r:id="rId6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BB2" w:rsidRDefault="00242BB2" w:rsidP="00847209">
      <w:r>
        <w:separator/>
      </w:r>
    </w:p>
  </w:endnote>
  <w:endnote w:type="continuationSeparator" w:id="0">
    <w:p w:rsidR="00242BB2" w:rsidRDefault="00242BB2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BB2" w:rsidRPr="00D93952" w:rsidRDefault="00242BB2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242BB2" w:rsidRDefault="00242B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BB2" w:rsidRDefault="00242BB2" w:rsidP="00847209">
      <w:r>
        <w:separator/>
      </w:r>
    </w:p>
  </w:footnote>
  <w:footnote w:type="continuationSeparator" w:id="0">
    <w:p w:rsidR="00242BB2" w:rsidRDefault="00242BB2" w:rsidP="008472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C2F"/>
    <w:rsid w:val="00010E18"/>
    <w:rsid w:val="0002510E"/>
    <w:rsid w:val="001161EA"/>
    <w:rsid w:val="00176946"/>
    <w:rsid w:val="001B0F91"/>
    <w:rsid w:val="001B55A3"/>
    <w:rsid w:val="0021187B"/>
    <w:rsid w:val="00242BB2"/>
    <w:rsid w:val="00264533"/>
    <w:rsid w:val="002F0C2F"/>
    <w:rsid w:val="003263B3"/>
    <w:rsid w:val="00352B4F"/>
    <w:rsid w:val="003904F6"/>
    <w:rsid w:val="003E4D74"/>
    <w:rsid w:val="00401C86"/>
    <w:rsid w:val="004565FF"/>
    <w:rsid w:val="00471127"/>
    <w:rsid w:val="00477B9E"/>
    <w:rsid w:val="004939C8"/>
    <w:rsid w:val="00496936"/>
    <w:rsid w:val="004A1C1B"/>
    <w:rsid w:val="004B6578"/>
    <w:rsid w:val="004F52FA"/>
    <w:rsid w:val="00550344"/>
    <w:rsid w:val="005A5514"/>
    <w:rsid w:val="005E01A5"/>
    <w:rsid w:val="006E1243"/>
    <w:rsid w:val="006E4595"/>
    <w:rsid w:val="00731B7B"/>
    <w:rsid w:val="007474B8"/>
    <w:rsid w:val="00750954"/>
    <w:rsid w:val="00780B91"/>
    <w:rsid w:val="007D20EE"/>
    <w:rsid w:val="007E77A5"/>
    <w:rsid w:val="00836D60"/>
    <w:rsid w:val="00847209"/>
    <w:rsid w:val="00897B36"/>
    <w:rsid w:val="008A0A09"/>
    <w:rsid w:val="008B7D22"/>
    <w:rsid w:val="008D12BE"/>
    <w:rsid w:val="008D3DD4"/>
    <w:rsid w:val="008E1557"/>
    <w:rsid w:val="008E4DE9"/>
    <w:rsid w:val="00913051"/>
    <w:rsid w:val="009513ED"/>
    <w:rsid w:val="009A17E5"/>
    <w:rsid w:val="009D0EDA"/>
    <w:rsid w:val="00A23CE6"/>
    <w:rsid w:val="00A47896"/>
    <w:rsid w:val="00A5178E"/>
    <w:rsid w:val="00A9197D"/>
    <w:rsid w:val="00AA2585"/>
    <w:rsid w:val="00AB4D8D"/>
    <w:rsid w:val="00AE25AC"/>
    <w:rsid w:val="00B1481C"/>
    <w:rsid w:val="00B21102"/>
    <w:rsid w:val="00B30475"/>
    <w:rsid w:val="00B36F05"/>
    <w:rsid w:val="00B6170D"/>
    <w:rsid w:val="00B63DBF"/>
    <w:rsid w:val="00C63A6D"/>
    <w:rsid w:val="00CD7B6F"/>
    <w:rsid w:val="00D50664"/>
    <w:rsid w:val="00D723A6"/>
    <w:rsid w:val="00D9337C"/>
    <w:rsid w:val="00D93952"/>
    <w:rsid w:val="00E37ED0"/>
    <w:rsid w:val="00E5417A"/>
    <w:rsid w:val="00E668AB"/>
    <w:rsid w:val="00E96BF6"/>
    <w:rsid w:val="00EF3810"/>
    <w:rsid w:val="00F96CA2"/>
    <w:rsid w:val="00FA3B4A"/>
    <w:rsid w:val="00FC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9E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character" w:customStyle="1" w:styleId="bodysemibold">
    <w:name w:val="body semibold"/>
    <w:uiPriority w:val="99"/>
  </w:style>
  <w:style w:type="paragraph" w:styleId="BalloonText">
    <w:name w:val="Balloon Text"/>
    <w:basedOn w:val="Normal"/>
    <w:link w:val="BalloonTextChar"/>
    <w:uiPriority w:val="99"/>
    <w:semiHidden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2</Pages>
  <Words>383</Words>
  <Characters>2188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dc:description/>
  <cp:lastModifiedBy>sesolomon</cp:lastModifiedBy>
  <cp:revision>19</cp:revision>
  <cp:lastPrinted>2011-06-13T20:03:00Z</cp:lastPrinted>
  <dcterms:created xsi:type="dcterms:W3CDTF">2011-07-28T15:00:00Z</dcterms:created>
  <dcterms:modified xsi:type="dcterms:W3CDTF">2011-07-28T16:03:00Z</dcterms:modified>
</cp:coreProperties>
</file>